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AD283" w14:textId="1A20F97B" w:rsidR="00CB0F6D" w:rsidRPr="00FA50EE" w:rsidRDefault="008441E5" w:rsidP="001B6E97">
      <w:pPr>
        <w:rPr>
          <w:rFonts w:ascii="Lato" w:hAnsi="Lato"/>
        </w:rPr>
      </w:pPr>
      <w:r w:rsidRPr="00114A16">
        <w:rPr>
          <w:rFonts w:ascii="Lato" w:hAnsi="Lato"/>
        </w:rPr>
        <w:t>PRN/CWI/</w:t>
      </w:r>
      <w:r w:rsidR="00020C95" w:rsidRPr="00114A16">
        <w:rPr>
          <w:rFonts w:ascii="Lato" w:hAnsi="Lato"/>
        </w:rPr>
        <w:t>AZON/</w:t>
      </w:r>
      <w:r w:rsidR="00142C1F" w:rsidRPr="00114A16">
        <w:rPr>
          <w:rFonts w:ascii="Lato" w:hAnsi="Lato"/>
        </w:rPr>
        <w:t xml:space="preserve"> </w:t>
      </w:r>
      <w:r w:rsidR="00623A3B">
        <w:rPr>
          <w:rFonts w:ascii="Lato" w:hAnsi="Lato"/>
        </w:rPr>
        <w:t>681</w:t>
      </w:r>
      <w:r w:rsidR="00E807BD">
        <w:rPr>
          <w:rFonts w:ascii="Lato" w:hAnsi="Lato"/>
        </w:rPr>
        <w:t xml:space="preserve"> </w:t>
      </w:r>
      <w:r w:rsidRPr="00114A16">
        <w:rPr>
          <w:rFonts w:ascii="Lato" w:hAnsi="Lato"/>
        </w:rPr>
        <w:t>/20</w:t>
      </w:r>
      <w:r w:rsidR="00623A3B">
        <w:rPr>
          <w:rFonts w:ascii="Lato" w:hAnsi="Lato"/>
        </w:rPr>
        <w:t>20</w:t>
      </w:r>
      <w:r w:rsidRPr="00114A16">
        <w:rPr>
          <w:rFonts w:ascii="Lato" w:hAnsi="Lato"/>
        </w:rPr>
        <w:tab/>
      </w:r>
      <w:r w:rsidRPr="00114A16">
        <w:rPr>
          <w:rFonts w:ascii="Lato" w:hAnsi="Lato"/>
        </w:rPr>
        <w:tab/>
      </w:r>
      <w:r w:rsidRPr="00114A16">
        <w:rPr>
          <w:rFonts w:ascii="Lato" w:hAnsi="Lato"/>
        </w:rPr>
        <w:tab/>
      </w:r>
      <w:r w:rsidR="003262B8" w:rsidRPr="00114A16">
        <w:rPr>
          <w:rFonts w:ascii="Lato" w:hAnsi="Lato"/>
        </w:rPr>
        <w:t xml:space="preserve">             </w:t>
      </w:r>
      <w:r w:rsidR="00600FF8" w:rsidRPr="00114A16">
        <w:rPr>
          <w:rFonts w:ascii="Lato" w:hAnsi="Lato"/>
        </w:rPr>
        <w:t xml:space="preserve">              </w:t>
      </w:r>
      <w:r w:rsidR="00BF2C45" w:rsidRPr="00114A16">
        <w:rPr>
          <w:rFonts w:ascii="Lato" w:hAnsi="Lato"/>
        </w:rPr>
        <w:t xml:space="preserve">         </w:t>
      </w:r>
      <w:r w:rsidRPr="00114A16">
        <w:rPr>
          <w:rFonts w:ascii="Lato" w:hAnsi="Lato"/>
        </w:rPr>
        <w:t xml:space="preserve">Wrocław, </w:t>
      </w:r>
      <w:r w:rsidR="00CA2349" w:rsidRPr="00114A16">
        <w:rPr>
          <w:rFonts w:ascii="Lato" w:hAnsi="Lato"/>
        </w:rPr>
        <w:t xml:space="preserve">dn. </w:t>
      </w:r>
      <w:r w:rsidR="00623A3B">
        <w:rPr>
          <w:rFonts w:ascii="Lato" w:hAnsi="Lato"/>
        </w:rPr>
        <w:t>10</w:t>
      </w:r>
      <w:r w:rsidRPr="00114A16">
        <w:rPr>
          <w:rFonts w:ascii="Lato" w:hAnsi="Lato"/>
        </w:rPr>
        <w:t>.</w:t>
      </w:r>
      <w:r w:rsidR="00623A3B">
        <w:rPr>
          <w:rFonts w:ascii="Lato" w:hAnsi="Lato"/>
        </w:rPr>
        <w:t>01</w:t>
      </w:r>
      <w:r w:rsidRPr="00114A16">
        <w:rPr>
          <w:rFonts w:ascii="Lato" w:hAnsi="Lato"/>
        </w:rPr>
        <w:t>.20</w:t>
      </w:r>
      <w:r w:rsidR="00623A3B">
        <w:rPr>
          <w:rFonts w:ascii="Lato" w:hAnsi="Lato"/>
        </w:rPr>
        <w:t>20</w:t>
      </w:r>
      <w:bookmarkStart w:id="0" w:name="_GoBack"/>
      <w:bookmarkEnd w:id="0"/>
      <w:r w:rsidRPr="00114A16">
        <w:rPr>
          <w:rFonts w:ascii="Lato" w:hAnsi="Lato"/>
        </w:rPr>
        <w:t>r.</w:t>
      </w:r>
    </w:p>
    <w:p w14:paraId="73DAD7EF" w14:textId="77777777" w:rsidR="008441E5" w:rsidRDefault="008441E5" w:rsidP="008441E5">
      <w:pPr>
        <w:spacing w:after="0" w:line="360" w:lineRule="auto"/>
        <w:jc w:val="right"/>
        <w:rPr>
          <w:rFonts w:ascii="Lato" w:hAnsi="Lato" w:cs="Calibri"/>
          <w:b/>
        </w:rPr>
      </w:pPr>
    </w:p>
    <w:p w14:paraId="205CA782" w14:textId="77777777" w:rsidR="00BF2C45" w:rsidRDefault="00BF2C45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 w:rsidRPr="00BF2C45">
        <w:rPr>
          <w:rFonts w:ascii="Lato" w:hAnsi="Lato" w:cs="Calibri"/>
          <w:b/>
        </w:rPr>
        <w:t xml:space="preserve">Sekretarz Komitetu </w:t>
      </w:r>
    </w:p>
    <w:p w14:paraId="2D9ADEB1" w14:textId="63643700" w:rsidR="003262B8" w:rsidRPr="00FA50EE" w:rsidRDefault="00BF2C45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 w:rsidRPr="00BF2C45">
        <w:rPr>
          <w:rFonts w:ascii="Lato" w:hAnsi="Lato" w:cs="Calibri"/>
          <w:b/>
        </w:rPr>
        <w:t>Rady Ministrów do spraw Cyfryzacji</w:t>
      </w:r>
    </w:p>
    <w:p w14:paraId="295DF150" w14:textId="6C9049D4" w:rsidR="00BD4024" w:rsidRPr="00FA50EE" w:rsidRDefault="00CA2349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>
        <w:rPr>
          <w:rFonts w:ascii="Lato" w:hAnsi="Lato" w:cs="Calibri"/>
          <w:b/>
        </w:rPr>
        <w:t xml:space="preserve">Pan </w:t>
      </w:r>
      <w:r w:rsidR="0096713A" w:rsidRPr="0096713A">
        <w:rPr>
          <w:rFonts w:ascii="Lato" w:hAnsi="Lato" w:cs="Calibri"/>
          <w:b/>
        </w:rPr>
        <w:t>Jacek Paziewski</w:t>
      </w:r>
    </w:p>
    <w:p w14:paraId="4394F589" w14:textId="290568C8" w:rsidR="008441E5" w:rsidRPr="00FA50EE" w:rsidRDefault="00CA2349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 w:rsidRPr="00BF2C45">
        <w:rPr>
          <w:rFonts w:ascii="Lato" w:hAnsi="Lato" w:cs="Calibri"/>
          <w:b/>
        </w:rPr>
        <w:t>ul. Królewska 27</w:t>
      </w:r>
      <w:r>
        <w:rPr>
          <w:rFonts w:ascii="Lato" w:hAnsi="Lato" w:cs="Calibri"/>
          <w:b/>
        </w:rPr>
        <w:t xml:space="preserve">, </w:t>
      </w:r>
      <w:r w:rsidR="00BF2C45" w:rsidRPr="00BF2C45">
        <w:rPr>
          <w:rFonts w:ascii="Lato" w:hAnsi="Lato" w:cs="Calibri"/>
          <w:b/>
        </w:rPr>
        <w:t xml:space="preserve">00-060 Warszawa </w:t>
      </w:r>
    </w:p>
    <w:p w14:paraId="449C61EF" w14:textId="77777777" w:rsidR="008441E5" w:rsidRDefault="008441E5" w:rsidP="008441E5">
      <w:pPr>
        <w:spacing w:line="360" w:lineRule="auto"/>
        <w:rPr>
          <w:rFonts w:ascii="Lato" w:hAnsi="La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7968"/>
      </w:tblGrid>
      <w:tr w:rsidR="0012723A" w14:paraId="532A36D2" w14:textId="77777777" w:rsidTr="00016109">
        <w:tc>
          <w:tcPr>
            <w:tcW w:w="1101" w:type="dxa"/>
            <w:hideMark/>
          </w:tcPr>
          <w:p w14:paraId="3E65ED82" w14:textId="77777777" w:rsidR="0012723A" w:rsidRPr="0012723A" w:rsidRDefault="0012723A" w:rsidP="00016109">
            <w:pPr>
              <w:rPr>
                <w:rFonts w:ascii="Lato" w:hAnsi="Lato" w:cs="Arial Narrow"/>
                <w:bCs/>
                <w:iCs/>
              </w:rPr>
            </w:pPr>
            <w:r w:rsidRPr="0012723A">
              <w:rPr>
                <w:rFonts w:ascii="Lato" w:hAnsi="Lato" w:cs="Arial Narrow"/>
              </w:rPr>
              <w:t>Dotyczy:</w:t>
            </w:r>
          </w:p>
        </w:tc>
        <w:tc>
          <w:tcPr>
            <w:tcW w:w="7968" w:type="dxa"/>
            <w:hideMark/>
          </w:tcPr>
          <w:p w14:paraId="67556C57" w14:textId="4CD4EA94" w:rsidR="0012723A" w:rsidRPr="0012723A" w:rsidRDefault="00BF2C45" w:rsidP="00BB25C1">
            <w:pPr>
              <w:spacing w:after="240"/>
              <w:rPr>
                <w:rFonts w:ascii="Lato" w:hAnsi="Lato" w:cs="Times New Roman"/>
              </w:rPr>
            </w:pPr>
            <w:r>
              <w:rPr>
                <w:rFonts w:ascii="Lato" w:hAnsi="Lato" w:cs="Arial Narrow"/>
              </w:rPr>
              <w:t xml:space="preserve">Raport </w:t>
            </w:r>
            <w:r w:rsidR="00E807BD">
              <w:rPr>
                <w:rFonts w:ascii="Lato" w:hAnsi="Lato" w:cs="Arial Narrow"/>
              </w:rPr>
              <w:t xml:space="preserve">końcowy </w:t>
            </w:r>
            <w:r w:rsidRPr="00BF2C45">
              <w:rPr>
                <w:rFonts w:ascii="Lato" w:hAnsi="Lato" w:cs="Arial Narrow"/>
              </w:rPr>
              <w:t>z postępu rzeczowo – finansowego projektu</w:t>
            </w:r>
          </w:p>
        </w:tc>
      </w:tr>
    </w:tbl>
    <w:p w14:paraId="158601BD" w14:textId="442CCBA8" w:rsidR="00F454BE" w:rsidRDefault="00F454BE" w:rsidP="00803CB3">
      <w:pPr>
        <w:spacing w:before="120" w:after="160"/>
        <w:jc w:val="both"/>
        <w:rPr>
          <w:rFonts w:ascii="Lato" w:hAnsi="Lato"/>
          <w:i/>
          <w:sz w:val="24"/>
        </w:rPr>
      </w:pPr>
      <w:r w:rsidRPr="00FA50EE">
        <w:rPr>
          <w:rFonts w:ascii="Lato" w:hAnsi="Lato"/>
          <w:i/>
          <w:sz w:val="24"/>
        </w:rPr>
        <w:t>Szanown</w:t>
      </w:r>
      <w:r w:rsidR="0096713A">
        <w:rPr>
          <w:rFonts w:ascii="Lato" w:hAnsi="Lato"/>
          <w:i/>
          <w:sz w:val="24"/>
        </w:rPr>
        <w:t>y</w:t>
      </w:r>
      <w:r w:rsidRPr="00FA50EE">
        <w:rPr>
          <w:rFonts w:ascii="Lato" w:hAnsi="Lato"/>
          <w:i/>
          <w:sz w:val="24"/>
        </w:rPr>
        <w:t xml:space="preserve"> Pani</w:t>
      </w:r>
      <w:r w:rsidR="0096713A">
        <w:rPr>
          <w:rFonts w:ascii="Lato" w:hAnsi="Lato"/>
          <w:i/>
          <w:sz w:val="24"/>
        </w:rPr>
        <w:t>e</w:t>
      </w:r>
      <w:r w:rsidRPr="00FA50EE">
        <w:rPr>
          <w:rFonts w:ascii="Lato" w:hAnsi="Lato"/>
          <w:i/>
          <w:sz w:val="24"/>
        </w:rPr>
        <w:t xml:space="preserve"> </w:t>
      </w:r>
      <w:r w:rsidR="00BF2C45">
        <w:rPr>
          <w:rFonts w:ascii="Lato" w:hAnsi="Lato"/>
          <w:i/>
          <w:sz w:val="24"/>
        </w:rPr>
        <w:t>Sekretarz</w:t>
      </w:r>
      <w:r w:rsidR="0096713A">
        <w:rPr>
          <w:rFonts w:ascii="Lato" w:hAnsi="Lato"/>
          <w:i/>
          <w:sz w:val="24"/>
        </w:rPr>
        <w:t>u</w:t>
      </w:r>
      <w:r w:rsidR="00BF2C45">
        <w:rPr>
          <w:rFonts w:ascii="Lato" w:hAnsi="Lato"/>
          <w:i/>
          <w:sz w:val="24"/>
        </w:rPr>
        <w:t>,</w:t>
      </w:r>
    </w:p>
    <w:p w14:paraId="50FD7545" w14:textId="3890C041" w:rsidR="0061754A" w:rsidRDefault="00BF2C45" w:rsidP="00D9300D">
      <w:pPr>
        <w:spacing w:line="288" w:lineRule="auto"/>
        <w:jc w:val="both"/>
        <w:rPr>
          <w:rFonts w:ascii="Lato" w:hAnsi="Lato"/>
        </w:rPr>
      </w:pPr>
      <w:r w:rsidRPr="00BF2C45">
        <w:rPr>
          <w:rFonts w:ascii="Lato" w:hAnsi="Lato"/>
        </w:rPr>
        <w:t xml:space="preserve">W załączeniu przekazuję do zaopiniowania przez Komitet Rady Ministrów ds. Cyfryzacji raport </w:t>
      </w:r>
      <w:r w:rsidR="00E807BD">
        <w:rPr>
          <w:rFonts w:ascii="Lato" w:hAnsi="Lato"/>
        </w:rPr>
        <w:t>końcowy z realizacji projektu informatycznego pn.</w:t>
      </w:r>
      <w:r w:rsidRPr="00BF2C45">
        <w:rPr>
          <w:rFonts w:ascii="Lato" w:hAnsi="Lato"/>
        </w:rPr>
        <w:t xml:space="preserve"> „Aktywna Platforma Informacyjna e</w:t>
      </w:r>
      <w:r>
        <w:rPr>
          <w:rFonts w:ascii="Lato" w:hAnsi="Lato"/>
        </w:rPr>
        <w:noBreakHyphen/>
      </w:r>
      <w:r w:rsidRPr="00BF2C45">
        <w:rPr>
          <w:rFonts w:ascii="Lato" w:hAnsi="Lato"/>
        </w:rPr>
        <w:t>scienceplus.pl”  POPC.02.03.01-00-0010/16-00</w:t>
      </w:r>
      <w:r w:rsidR="00623A3B">
        <w:rPr>
          <w:rFonts w:ascii="Lato" w:hAnsi="Lato"/>
        </w:rPr>
        <w:t>, uwzględniający</w:t>
      </w:r>
      <w:r>
        <w:rPr>
          <w:rFonts w:ascii="Lato" w:hAnsi="Lato"/>
        </w:rPr>
        <w:t>.</w:t>
      </w:r>
    </w:p>
    <w:p w14:paraId="242C44B9" w14:textId="3F8B970F" w:rsidR="00623A3B" w:rsidRDefault="00623A3B" w:rsidP="00D9300D">
      <w:pPr>
        <w:spacing w:line="288" w:lineRule="auto"/>
        <w:jc w:val="both"/>
        <w:rPr>
          <w:rFonts w:ascii="Lato" w:hAnsi="Lato"/>
        </w:rPr>
      </w:pPr>
      <w:r w:rsidRPr="00623A3B">
        <w:rPr>
          <w:rFonts w:ascii="Lato" w:hAnsi="Lato"/>
        </w:rPr>
        <w:t xml:space="preserve">W raporcie uwzględniono uwagi </w:t>
      </w:r>
      <w:proofErr w:type="spellStart"/>
      <w:r w:rsidRPr="00623A3B">
        <w:rPr>
          <w:rFonts w:ascii="Lato" w:hAnsi="Lato"/>
        </w:rPr>
        <w:t>MFiPR</w:t>
      </w:r>
      <w:proofErr w:type="spellEnd"/>
      <w:r w:rsidRPr="00623A3B">
        <w:rPr>
          <w:rFonts w:ascii="Lato" w:hAnsi="Lato"/>
        </w:rPr>
        <w:t xml:space="preserve"> i naniesiono </w:t>
      </w:r>
      <w:r>
        <w:rPr>
          <w:rFonts w:ascii="Lato" w:hAnsi="Lato"/>
        </w:rPr>
        <w:t>stosowne</w:t>
      </w:r>
      <w:r w:rsidRPr="00623A3B">
        <w:rPr>
          <w:rFonts w:ascii="Lato" w:hAnsi="Lato"/>
        </w:rPr>
        <w:t xml:space="preserve"> poprawki</w:t>
      </w:r>
      <w:r>
        <w:rPr>
          <w:rFonts w:ascii="Lato" w:hAnsi="Lato"/>
        </w:rPr>
        <w:t>.</w:t>
      </w:r>
    </w:p>
    <w:p w14:paraId="692EFF27" w14:textId="77777777" w:rsidR="00623A3B" w:rsidRDefault="00623A3B" w:rsidP="00D9300D">
      <w:pPr>
        <w:spacing w:line="288" w:lineRule="auto"/>
        <w:jc w:val="both"/>
        <w:rPr>
          <w:rFonts w:ascii="Lato" w:hAnsi="Lato"/>
        </w:rPr>
      </w:pPr>
    </w:p>
    <w:p w14:paraId="44D43200" w14:textId="77777777" w:rsidR="00803CB3" w:rsidRDefault="008A01B7" w:rsidP="00623A3B">
      <w:pPr>
        <w:spacing w:after="120"/>
        <w:rPr>
          <w:rFonts w:ascii="Lato" w:hAnsi="Lato"/>
        </w:rPr>
      </w:pP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="006C15E8" w:rsidRPr="00FA50EE">
        <w:rPr>
          <w:rFonts w:ascii="Lato" w:hAnsi="Lato"/>
        </w:rPr>
        <w:t>Z poważaniem</w:t>
      </w:r>
    </w:p>
    <w:p w14:paraId="598F06D7" w14:textId="1CE1CBA1" w:rsidR="00803CB3" w:rsidRPr="00803CB3" w:rsidRDefault="00803CB3" w:rsidP="00803CB3">
      <w:pPr>
        <w:spacing w:after="0" w:line="240" w:lineRule="auto"/>
        <w:ind w:left="5664"/>
        <w:jc w:val="both"/>
        <w:rPr>
          <w:rFonts w:ascii="Lato" w:hAnsi="Lato"/>
          <w:sz w:val="20"/>
        </w:rPr>
      </w:pPr>
      <w:r w:rsidRPr="00803CB3">
        <w:rPr>
          <w:rFonts w:ascii="Lato" w:hAnsi="Lato"/>
          <w:sz w:val="20"/>
        </w:rPr>
        <w:t>Marzena Kordys</w:t>
      </w:r>
    </w:p>
    <w:p w14:paraId="1D4D99B6" w14:textId="5DFFFCDB" w:rsidR="00803CB3" w:rsidRPr="00803CB3" w:rsidRDefault="00803CB3" w:rsidP="00803CB3">
      <w:pPr>
        <w:spacing w:after="0" w:line="240" w:lineRule="auto"/>
        <w:ind w:left="5664"/>
        <w:jc w:val="both"/>
        <w:rPr>
          <w:rFonts w:ascii="Lato" w:hAnsi="Lato"/>
          <w:sz w:val="20"/>
        </w:rPr>
      </w:pPr>
      <w:r w:rsidRPr="00803CB3">
        <w:rPr>
          <w:rFonts w:ascii="Lato" w:hAnsi="Lato"/>
          <w:sz w:val="20"/>
        </w:rPr>
        <w:t>Kierownik Projektu</w:t>
      </w:r>
    </w:p>
    <w:p w14:paraId="40944855" w14:textId="7689F366" w:rsidR="00803CB3" w:rsidRDefault="00803CB3" w:rsidP="00803CB3">
      <w:pPr>
        <w:spacing w:after="0" w:line="240" w:lineRule="auto"/>
        <w:ind w:left="5664"/>
        <w:jc w:val="both"/>
        <w:rPr>
          <w:rFonts w:ascii="Lato" w:hAnsi="Lato"/>
          <w:sz w:val="20"/>
        </w:rPr>
      </w:pPr>
      <w:r w:rsidRPr="00803CB3">
        <w:rPr>
          <w:rFonts w:ascii="Lato" w:hAnsi="Lato"/>
          <w:sz w:val="20"/>
        </w:rPr>
        <w:t>POPC.02.03.01-00-0010/16-00</w:t>
      </w:r>
    </w:p>
    <w:p w14:paraId="254B8791" w14:textId="59A485A5" w:rsidR="00623A3B" w:rsidRPr="00803CB3" w:rsidRDefault="00623A3B" w:rsidP="00803CB3">
      <w:pPr>
        <w:spacing w:after="0" w:line="240" w:lineRule="auto"/>
        <w:ind w:left="5664"/>
        <w:jc w:val="both"/>
        <w:rPr>
          <w:rFonts w:ascii="Lato" w:hAnsi="Lato"/>
          <w:sz w:val="20"/>
        </w:rPr>
      </w:pPr>
      <w:r w:rsidRPr="00623A3B">
        <w:rPr>
          <w:rFonts w:ascii="Lato" w:hAnsi="Lato"/>
          <w:sz w:val="20"/>
        </w:rPr>
        <w:t>/</w:t>
      </w:r>
      <w:r w:rsidRPr="00623A3B">
        <w:rPr>
          <w:rFonts w:ascii="Lato" w:hAnsi="Lato"/>
          <w:sz w:val="18"/>
        </w:rPr>
        <w:t>podpisano elektronicznie</w:t>
      </w:r>
      <w:r w:rsidRPr="00623A3B">
        <w:rPr>
          <w:rFonts w:ascii="Lato" w:hAnsi="Lato"/>
          <w:sz w:val="20"/>
        </w:rPr>
        <w:t>/</w:t>
      </w:r>
    </w:p>
    <w:p w14:paraId="4A842882" w14:textId="77777777" w:rsidR="00B36A9B" w:rsidRDefault="00B36A9B" w:rsidP="00B36A9B">
      <w:pPr>
        <w:spacing w:after="0"/>
        <w:rPr>
          <w:rFonts w:ascii="Lato" w:hAnsi="Lato"/>
          <w:sz w:val="20"/>
        </w:rPr>
      </w:pPr>
    </w:p>
    <w:p w14:paraId="1EA567B7" w14:textId="4AFF59CD" w:rsidR="00803CB3" w:rsidRDefault="00803CB3" w:rsidP="00B36A9B">
      <w:pPr>
        <w:spacing w:after="0"/>
        <w:rPr>
          <w:rFonts w:ascii="Lato" w:hAnsi="Lato"/>
          <w:sz w:val="20"/>
        </w:rPr>
      </w:pPr>
    </w:p>
    <w:p w14:paraId="4124F71F" w14:textId="42293E72" w:rsidR="00623A3B" w:rsidRDefault="00623A3B" w:rsidP="00B36A9B">
      <w:pPr>
        <w:spacing w:after="0"/>
        <w:rPr>
          <w:rFonts w:ascii="Lato" w:hAnsi="Lato"/>
          <w:sz w:val="20"/>
        </w:rPr>
      </w:pPr>
    </w:p>
    <w:p w14:paraId="434D819E" w14:textId="0F725AF3" w:rsidR="00623A3B" w:rsidRDefault="00623A3B" w:rsidP="00B36A9B">
      <w:pPr>
        <w:spacing w:after="0"/>
        <w:rPr>
          <w:rFonts w:ascii="Lato" w:hAnsi="Lato"/>
          <w:sz w:val="20"/>
        </w:rPr>
      </w:pPr>
    </w:p>
    <w:p w14:paraId="3117D9DF" w14:textId="77777777" w:rsidR="00623A3B" w:rsidRDefault="00623A3B" w:rsidP="00B36A9B">
      <w:pPr>
        <w:spacing w:after="0"/>
        <w:rPr>
          <w:rFonts w:ascii="Lato" w:hAnsi="Lato"/>
          <w:sz w:val="20"/>
        </w:rPr>
      </w:pPr>
    </w:p>
    <w:p w14:paraId="2E3B72CB" w14:textId="77777777" w:rsidR="00623A3B" w:rsidRDefault="00623A3B" w:rsidP="00B36A9B">
      <w:pPr>
        <w:spacing w:after="0"/>
        <w:rPr>
          <w:rFonts w:ascii="Lato" w:hAnsi="Lato"/>
          <w:sz w:val="20"/>
        </w:rPr>
      </w:pPr>
    </w:p>
    <w:p w14:paraId="0FD6B36C" w14:textId="77777777" w:rsidR="00BF2C45" w:rsidRPr="00D9300D" w:rsidRDefault="00BF2C45" w:rsidP="00B36A9B">
      <w:pPr>
        <w:spacing w:after="0"/>
        <w:rPr>
          <w:rFonts w:ascii="Lato" w:hAnsi="Lato"/>
          <w:sz w:val="20"/>
        </w:rPr>
      </w:pPr>
      <w:r w:rsidRPr="00D9300D">
        <w:rPr>
          <w:rFonts w:ascii="Lato" w:hAnsi="Lato"/>
          <w:sz w:val="20"/>
        </w:rPr>
        <w:t xml:space="preserve">Załączniki: </w:t>
      </w:r>
    </w:p>
    <w:p w14:paraId="6A277B97" w14:textId="11BE0C3F" w:rsidR="00BF2C45" w:rsidRPr="00D9300D" w:rsidRDefault="00BF2C45" w:rsidP="00623A3B">
      <w:pPr>
        <w:pStyle w:val="Akapitzlist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rFonts w:ascii="Lato" w:hAnsi="Lato"/>
          <w:sz w:val="20"/>
        </w:rPr>
      </w:pPr>
      <w:r w:rsidRPr="00D9300D">
        <w:rPr>
          <w:rFonts w:ascii="Lato" w:hAnsi="Lato"/>
          <w:sz w:val="20"/>
        </w:rPr>
        <w:t xml:space="preserve">Raport </w:t>
      </w:r>
      <w:r w:rsidR="00E807BD">
        <w:rPr>
          <w:rFonts w:ascii="Lato" w:hAnsi="Lato"/>
          <w:sz w:val="20"/>
        </w:rPr>
        <w:t>końcowy realizacji projektu informatycznego</w:t>
      </w:r>
      <w:r w:rsidRPr="00D9300D">
        <w:rPr>
          <w:rFonts w:ascii="Lato" w:hAnsi="Lato"/>
          <w:sz w:val="20"/>
        </w:rPr>
        <w:t>.</w:t>
      </w:r>
    </w:p>
    <w:sectPr w:rsidR="00BF2C45" w:rsidRPr="00D9300D" w:rsidSect="00BA3DF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410" w:right="1418" w:bottom="2552" w:left="1418" w:header="28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39872" w14:textId="77777777" w:rsidR="009B7B34" w:rsidRDefault="009B7B34" w:rsidP="00A11C40">
      <w:pPr>
        <w:spacing w:after="0" w:line="240" w:lineRule="auto"/>
      </w:pPr>
      <w:r>
        <w:separator/>
      </w:r>
    </w:p>
  </w:endnote>
  <w:endnote w:type="continuationSeparator" w:id="0">
    <w:p w14:paraId="10A9875E" w14:textId="77777777" w:rsidR="009B7B34" w:rsidRDefault="009B7B34" w:rsidP="00A11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9018"/>
      <w:docPartObj>
        <w:docPartGallery w:val="Page Numbers (Bottom of Page)"/>
        <w:docPartUnique/>
      </w:docPartObj>
    </w:sdtPr>
    <w:sdtEndPr>
      <w:rPr>
        <w:rFonts w:ascii="Lato" w:hAnsi="Lato"/>
        <w:sz w:val="18"/>
      </w:rPr>
    </w:sdtEndPr>
    <w:sdtContent>
      <w:p w14:paraId="5FCC3C63" w14:textId="43B9B08E" w:rsidR="001067DA" w:rsidRDefault="001067DA" w:rsidP="001067DA">
        <w:pPr>
          <w:pStyle w:val="Stopka"/>
          <w:jc w:val="center"/>
          <w:rPr>
            <w:rFonts w:ascii="Lato" w:hAnsi="Lato"/>
            <w:sz w:val="18"/>
          </w:rPr>
        </w:pPr>
        <w:r w:rsidRPr="00835DA1">
          <w:rPr>
            <w:rFonts w:ascii="Lato" w:hAnsi="Lato"/>
            <w:sz w:val="18"/>
          </w:rPr>
          <w:fldChar w:fldCharType="begin"/>
        </w:r>
        <w:r w:rsidRPr="00835DA1">
          <w:rPr>
            <w:rFonts w:ascii="Lato" w:hAnsi="Lato"/>
            <w:sz w:val="18"/>
          </w:rPr>
          <w:instrText>PAGE   \* MERGEFORMAT</w:instrText>
        </w:r>
        <w:r w:rsidRPr="00835DA1">
          <w:rPr>
            <w:rFonts w:ascii="Lato" w:hAnsi="Lato"/>
            <w:sz w:val="18"/>
          </w:rPr>
          <w:fldChar w:fldCharType="separate"/>
        </w:r>
        <w:r w:rsidR="00B36A9B">
          <w:rPr>
            <w:rFonts w:ascii="Lato" w:hAnsi="Lato"/>
            <w:noProof/>
            <w:sz w:val="18"/>
          </w:rPr>
          <w:t>2</w:t>
        </w:r>
        <w:r w:rsidRPr="00835DA1">
          <w:rPr>
            <w:rFonts w:ascii="Lato" w:hAnsi="Lato"/>
            <w:sz w:val="18"/>
          </w:rPr>
          <w:fldChar w:fldCharType="end"/>
        </w:r>
      </w:p>
    </w:sdtContent>
  </w:sdt>
  <w:p w14:paraId="39359907" w14:textId="77777777" w:rsidR="00BA3DF8" w:rsidRDefault="009B7B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65DCA" w14:textId="77777777" w:rsidR="00BA3DF8" w:rsidRDefault="009B7B34">
    <w:pPr>
      <w:pStyle w:val="Stopka"/>
    </w:pPr>
  </w:p>
  <w:p w14:paraId="5A98C84D" w14:textId="77777777" w:rsidR="00BA3DF8" w:rsidRDefault="009B7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E5F91" w14:textId="77777777" w:rsidR="009B7B34" w:rsidRDefault="009B7B34" w:rsidP="00A11C40">
      <w:pPr>
        <w:spacing w:after="0" w:line="240" w:lineRule="auto"/>
      </w:pPr>
      <w:r>
        <w:separator/>
      </w:r>
    </w:p>
  </w:footnote>
  <w:footnote w:type="continuationSeparator" w:id="0">
    <w:p w14:paraId="0E554468" w14:textId="77777777" w:rsidR="009B7B34" w:rsidRDefault="009B7B34" w:rsidP="00A11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CE1A2" w14:textId="77777777" w:rsidR="00BA3DF8" w:rsidRDefault="00200C8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693D656" wp14:editId="1092710B">
          <wp:simplePos x="0" y="0"/>
          <wp:positionH relativeFrom="column">
            <wp:posOffset>-908381</wp:posOffset>
          </wp:positionH>
          <wp:positionV relativeFrom="paragraph">
            <wp:posOffset>-1800860</wp:posOffset>
          </wp:positionV>
          <wp:extent cx="7556139" cy="10683238"/>
          <wp:effectExtent l="0" t="0" r="6985" b="4445"/>
          <wp:wrapNone/>
          <wp:docPr id="1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papier firmowy str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139" cy="10683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128FA" w14:textId="77777777" w:rsidR="00C85738" w:rsidRDefault="00200C8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0777A1" wp14:editId="02854404">
          <wp:simplePos x="0" y="0"/>
          <wp:positionH relativeFrom="column">
            <wp:posOffset>-892479</wp:posOffset>
          </wp:positionH>
          <wp:positionV relativeFrom="paragraph">
            <wp:posOffset>-1816763</wp:posOffset>
          </wp:positionV>
          <wp:extent cx="7556139" cy="10683238"/>
          <wp:effectExtent l="0" t="0" r="6985" b="4445"/>
          <wp:wrapNone/>
          <wp:docPr id="1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139" cy="10683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42F4"/>
    <w:multiLevelType w:val="hybridMultilevel"/>
    <w:tmpl w:val="EEC6A198"/>
    <w:lvl w:ilvl="0" w:tplc="D3B09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7315D6"/>
    <w:multiLevelType w:val="hybridMultilevel"/>
    <w:tmpl w:val="774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D4F4F"/>
    <w:multiLevelType w:val="hybridMultilevel"/>
    <w:tmpl w:val="97D095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21DE2"/>
    <w:multiLevelType w:val="hybridMultilevel"/>
    <w:tmpl w:val="27C2A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26A63"/>
    <w:multiLevelType w:val="hybridMultilevel"/>
    <w:tmpl w:val="54386AC2"/>
    <w:lvl w:ilvl="0" w:tplc="811A39A2">
      <w:numFmt w:val="bullet"/>
      <w:lvlText w:val="•"/>
      <w:lvlJc w:val="left"/>
      <w:pPr>
        <w:ind w:left="1065" w:hanging="705"/>
      </w:pPr>
      <w:rPr>
        <w:rFonts w:ascii="Lato" w:eastAsiaTheme="minorEastAsia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60DB5"/>
    <w:multiLevelType w:val="hybridMultilevel"/>
    <w:tmpl w:val="F23EF2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52C01"/>
    <w:multiLevelType w:val="hybridMultilevel"/>
    <w:tmpl w:val="5F72FDD0"/>
    <w:lvl w:ilvl="0" w:tplc="F490C4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3781AA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7A32B8"/>
    <w:multiLevelType w:val="hybridMultilevel"/>
    <w:tmpl w:val="E014DEE0"/>
    <w:lvl w:ilvl="0" w:tplc="811A39A2">
      <w:numFmt w:val="bullet"/>
      <w:lvlText w:val="•"/>
      <w:lvlJc w:val="left"/>
      <w:pPr>
        <w:ind w:left="705" w:hanging="705"/>
      </w:pPr>
      <w:rPr>
        <w:rFonts w:ascii="Lato" w:eastAsiaTheme="minorEastAsia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F96ED8"/>
    <w:multiLevelType w:val="hybridMultilevel"/>
    <w:tmpl w:val="4B8CA176"/>
    <w:lvl w:ilvl="0" w:tplc="811A39A2">
      <w:numFmt w:val="bullet"/>
      <w:lvlText w:val="•"/>
      <w:lvlJc w:val="left"/>
      <w:pPr>
        <w:ind w:left="1065" w:hanging="705"/>
      </w:pPr>
      <w:rPr>
        <w:rFonts w:ascii="Lato" w:eastAsiaTheme="minorEastAsia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529F8"/>
    <w:multiLevelType w:val="hybridMultilevel"/>
    <w:tmpl w:val="757EE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6F13D0"/>
    <w:multiLevelType w:val="hybridMultilevel"/>
    <w:tmpl w:val="74741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1E5"/>
    <w:rsid w:val="00010141"/>
    <w:rsid w:val="00012C07"/>
    <w:rsid w:val="00020C95"/>
    <w:rsid w:val="000257ED"/>
    <w:rsid w:val="000316D7"/>
    <w:rsid w:val="00031D81"/>
    <w:rsid w:val="000463E2"/>
    <w:rsid w:val="000C4C76"/>
    <w:rsid w:val="001067DA"/>
    <w:rsid w:val="00114A16"/>
    <w:rsid w:val="0012723A"/>
    <w:rsid w:val="00142C1F"/>
    <w:rsid w:val="00166AB9"/>
    <w:rsid w:val="00186DFF"/>
    <w:rsid w:val="001B1D40"/>
    <w:rsid w:val="001B6E97"/>
    <w:rsid w:val="001C5F27"/>
    <w:rsid w:val="001F3723"/>
    <w:rsid w:val="001F41CC"/>
    <w:rsid w:val="00200C8B"/>
    <w:rsid w:val="00210876"/>
    <w:rsid w:val="00236D35"/>
    <w:rsid w:val="00243366"/>
    <w:rsid w:val="00264023"/>
    <w:rsid w:val="002A779B"/>
    <w:rsid w:val="003262B8"/>
    <w:rsid w:val="00345606"/>
    <w:rsid w:val="003479F0"/>
    <w:rsid w:val="00384CFA"/>
    <w:rsid w:val="003A4686"/>
    <w:rsid w:val="003A6640"/>
    <w:rsid w:val="003D0392"/>
    <w:rsid w:val="003D11E7"/>
    <w:rsid w:val="003E101A"/>
    <w:rsid w:val="00414762"/>
    <w:rsid w:val="00464E60"/>
    <w:rsid w:val="004942D3"/>
    <w:rsid w:val="004A3A55"/>
    <w:rsid w:val="004E36C1"/>
    <w:rsid w:val="00546DC9"/>
    <w:rsid w:val="00587532"/>
    <w:rsid w:val="005A6B25"/>
    <w:rsid w:val="00600FF8"/>
    <w:rsid w:val="00613916"/>
    <w:rsid w:val="00614335"/>
    <w:rsid w:val="00615D6F"/>
    <w:rsid w:val="0061754A"/>
    <w:rsid w:val="00623A3B"/>
    <w:rsid w:val="006515EA"/>
    <w:rsid w:val="00651EE6"/>
    <w:rsid w:val="006540FB"/>
    <w:rsid w:val="006552C9"/>
    <w:rsid w:val="00670141"/>
    <w:rsid w:val="00672DBD"/>
    <w:rsid w:val="006C15E8"/>
    <w:rsid w:val="006C2BB7"/>
    <w:rsid w:val="006E6229"/>
    <w:rsid w:val="00725D7C"/>
    <w:rsid w:val="00780B19"/>
    <w:rsid w:val="007B5325"/>
    <w:rsid w:val="007C7D4C"/>
    <w:rsid w:val="007D465F"/>
    <w:rsid w:val="007D5D9B"/>
    <w:rsid w:val="007D6F8A"/>
    <w:rsid w:val="007E1552"/>
    <w:rsid w:val="00803CB3"/>
    <w:rsid w:val="00804DC0"/>
    <w:rsid w:val="00826B71"/>
    <w:rsid w:val="008306C0"/>
    <w:rsid w:val="008441E5"/>
    <w:rsid w:val="008714DB"/>
    <w:rsid w:val="0087714B"/>
    <w:rsid w:val="00880150"/>
    <w:rsid w:val="008A01B7"/>
    <w:rsid w:val="008A58E4"/>
    <w:rsid w:val="008D0666"/>
    <w:rsid w:val="009116AC"/>
    <w:rsid w:val="00932E30"/>
    <w:rsid w:val="009425B2"/>
    <w:rsid w:val="009626BC"/>
    <w:rsid w:val="00963A37"/>
    <w:rsid w:val="0096713A"/>
    <w:rsid w:val="00995AD5"/>
    <w:rsid w:val="009B7B34"/>
    <w:rsid w:val="009D7522"/>
    <w:rsid w:val="009E56AD"/>
    <w:rsid w:val="00A11C40"/>
    <w:rsid w:val="00A1755E"/>
    <w:rsid w:val="00A21DB8"/>
    <w:rsid w:val="00A57103"/>
    <w:rsid w:val="00AA3017"/>
    <w:rsid w:val="00AB0459"/>
    <w:rsid w:val="00AB65D2"/>
    <w:rsid w:val="00AE54E3"/>
    <w:rsid w:val="00B0625E"/>
    <w:rsid w:val="00B36A9B"/>
    <w:rsid w:val="00B36EAC"/>
    <w:rsid w:val="00B533B5"/>
    <w:rsid w:val="00BA366A"/>
    <w:rsid w:val="00BB169A"/>
    <w:rsid w:val="00BB25C1"/>
    <w:rsid w:val="00BC15DC"/>
    <w:rsid w:val="00BD4024"/>
    <w:rsid w:val="00BF2477"/>
    <w:rsid w:val="00BF2C45"/>
    <w:rsid w:val="00C04AE7"/>
    <w:rsid w:val="00C2749F"/>
    <w:rsid w:val="00C327DB"/>
    <w:rsid w:val="00C77F42"/>
    <w:rsid w:val="00C94B3A"/>
    <w:rsid w:val="00CA2349"/>
    <w:rsid w:val="00CB0F6D"/>
    <w:rsid w:val="00CC3A1B"/>
    <w:rsid w:val="00CD6102"/>
    <w:rsid w:val="00CF1C3A"/>
    <w:rsid w:val="00CF4D83"/>
    <w:rsid w:val="00D05508"/>
    <w:rsid w:val="00D06102"/>
    <w:rsid w:val="00D10ADE"/>
    <w:rsid w:val="00D131D7"/>
    <w:rsid w:val="00D67BBD"/>
    <w:rsid w:val="00D776F7"/>
    <w:rsid w:val="00D813FC"/>
    <w:rsid w:val="00D92A35"/>
    <w:rsid w:val="00D9300D"/>
    <w:rsid w:val="00DF1A90"/>
    <w:rsid w:val="00E15FC4"/>
    <w:rsid w:val="00E65BA9"/>
    <w:rsid w:val="00E807BD"/>
    <w:rsid w:val="00EC40C9"/>
    <w:rsid w:val="00ED7F39"/>
    <w:rsid w:val="00EE7703"/>
    <w:rsid w:val="00F1617A"/>
    <w:rsid w:val="00F1631A"/>
    <w:rsid w:val="00F27852"/>
    <w:rsid w:val="00F43E5D"/>
    <w:rsid w:val="00F454BE"/>
    <w:rsid w:val="00F73985"/>
    <w:rsid w:val="00F85717"/>
    <w:rsid w:val="00F905C4"/>
    <w:rsid w:val="00FA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8267"/>
  <w15:docId w15:val="{6CD7A7EE-8ACA-4F6A-801A-C74ACCFA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C4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C4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C4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1B7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84CFA"/>
    <w:pPr>
      <w:ind w:left="720"/>
      <w:contextualSpacing/>
    </w:pPr>
  </w:style>
  <w:style w:type="table" w:styleId="Tabela-Siatka">
    <w:name w:val="Table Grid"/>
    <w:basedOn w:val="Standardowy"/>
    <w:uiPriority w:val="59"/>
    <w:rsid w:val="00600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7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77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7703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7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703"/>
    <w:rPr>
      <w:rFonts w:eastAsiaTheme="minorEastAsia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symbol,Odwołanie przypisu,Appel note de bas de p,Footnote Reference Number,Nota,BVI fnr,SUPERS,Footnote reference number,note TESI,Footnote Reference Superscript,EN Footnote Reference,Footnote number,FZ,Ref,number,fr"/>
    <w:uiPriority w:val="99"/>
    <w:rsid w:val="00803CB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803CB3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3CB3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a\Desktop\papier%20projektowy\papier_firmowy_AZON_PWr_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papier_firmowy_AZON_PWr_3</Template>
  <TotalTime>148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RG</cp:lastModifiedBy>
  <cp:revision>18</cp:revision>
  <cp:lastPrinted>2019-12-18T13:33:00Z</cp:lastPrinted>
  <dcterms:created xsi:type="dcterms:W3CDTF">2018-03-15T14:53:00Z</dcterms:created>
  <dcterms:modified xsi:type="dcterms:W3CDTF">2020-01-09T13:07:00Z</dcterms:modified>
</cp:coreProperties>
</file>